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5C22B37F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70627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5A5392F1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A70627">
        <w:rPr>
          <w:rFonts w:eastAsia="Times New Roman" w:cs="Times New Roman"/>
          <w:lang w:eastAsia="cs-CZ"/>
        </w:rPr>
        <w:t xml:space="preserve">na podlimitní sektorovou veřejnou zakázku s názvem </w:t>
      </w:r>
      <w:bookmarkStart w:id="0" w:name="_Toc403053768"/>
      <w:r w:rsidRPr="00A70627">
        <w:rPr>
          <w:rFonts w:eastAsia="Times New Roman" w:cs="Times New Roman"/>
          <w:b/>
          <w:lang w:eastAsia="cs-CZ"/>
        </w:rPr>
        <w:t>„</w:t>
      </w:r>
      <w:bookmarkEnd w:id="0"/>
      <w:r w:rsidR="00A70627" w:rsidRPr="00A70627">
        <w:rPr>
          <w:rFonts w:eastAsia="Times New Roman" w:cs="Times New Roman"/>
          <w:b/>
          <w:lang w:eastAsia="cs-CZ"/>
        </w:rPr>
        <w:t>Poskytování služby akceptace platebních karet a pronájem platebních terminálů</w:t>
      </w:r>
      <w:r w:rsidRPr="00A70627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A70627">
        <w:rPr>
          <w:rFonts w:eastAsia="Times New Roman" w:cs="Times New Roman"/>
          <w:lang w:eastAsia="cs-CZ"/>
        </w:rPr>
        <w:t>č.j.</w:t>
      </w:r>
      <w:proofErr w:type="gramEnd"/>
      <w:r w:rsidRPr="00A70627">
        <w:rPr>
          <w:rFonts w:eastAsia="Times New Roman" w:cs="Times New Roman"/>
          <w:lang w:eastAsia="cs-CZ"/>
        </w:rPr>
        <w:t xml:space="preserve"> </w:t>
      </w:r>
      <w:r w:rsidR="00286358">
        <w:rPr>
          <w:rFonts w:eastAsia="Times New Roman" w:cs="Times New Roman"/>
          <w:lang w:eastAsia="cs-CZ"/>
        </w:rPr>
        <w:t>36709</w:t>
      </w:r>
      <w:r w:rsidR="00A70627" w:rsidRPr="00A70627">
        <w:rPr>
          <w:rFonts w:eastAsia="Times New Roman" w:cs="Times New Roman"/>
          <w:lang w:eastAsia="cs-CZ"/>
        </w:rPr>
        <w:t>/2020-SŽ-GŘ-O8</w:t>
      </w:r>
      <w:r w:rsidRPr="00A70627">
        <w:rPr>
          <w:rFonts w:eastAsia="Times New Roman" w:cs="Times New Roman"/>
          <w:lang w:eastAsia="cs-CZ"/>
        </w:rPr>
        <w:t>), tímto čestně prohlašuje</w:t>
      </w:r>
      <w:r>
        <w:rPr>
          <w:rFonts w:eastAsia="Times New Roman" w:cs="Times New Roman"/>
          <w:lang w:eastAsia="cs-CZ"/>
        </w:rPr>
        <w:t xml:space="preserve">, že za poslední 3 roky před zahájením zadávacího řízení </w:t>
      </w:r>
      <w:r w:rsidR="00A70627">
        <w:rPr>
          <w:rFonts w:eastAsia="Times New Roman" w:cs="Times New Roman"/>
          <w:lang w:eastAsia="cs-CZ"/>
        </w:rPr>
        <w:t>realizoval v průběhu jednoho roku</w:t>
      </w:r>
      <w:r>
        <w:rPr>
          <w:rFonts w:eastAsia="Times New Roman" w:cs="Times New Roman"/>
          <w:lang w:eastAsia="cs-CZ"/>
        </w:rPr>
        <w:t xml:space="preserve"> </w:t>
      </w:r>
      <w:r w:rsidR="00286358">
        <w:rPr>
          <w:rFonts w:eastAsia="Times New Roman" w:cs="Times New Roman"/>
          <w:lang w:eastAsia="cs-CZ"/>
        </w:rPr>
        <w:t xml:space="preserve">(12 po sobě jdoucích kalendářních měsících) </w:t>
      </w:r>
      <w:bookmarkStart w:id="1" w:name="_GoBack"/>
      <w:bookmarkEnd w:id="1"/>
      <w:r w:rsidR="00A70627">
        <w:rPr>
          <w:rFonts w:eastAsia="Times New Roman" w:cs="Times New Roman"/>
          <w:lang w:eastAsia="cs-CZ"/>
        </w:rPr>
        <w:t>významné služby definované</w:t>
      </w:r>
      <w:r>
        <w:rPr>
          <w:rFonts w:eastAsia="Times New Roman" w:cs="Times New Roman"/>
          <w:lang w:eastAsia="cs-CZ"/>
        </w:rPr>
        <w:t xml:space="preserve"> v čl. </w:t>
      </w:r>
      <w:r w:rsidR="00A70627">
        <w:rPr>
          <w:rFonts w:eastAsia="Times New Roman" w:cs="Times New Roman"/>
          <w:lang w:eastAsia="cs-CZ"/>
        </w:rPr>
        <w:t>6.5</w:t>
      </w:r>
      <w:r>
        <w:rPr>
          <w:rFonts w:eastAsia="Times New Roman" w:cs="Times New Roman"/>
          <w:lang w:eastAsia="cs-CZ"/>
        </w:rPr>
        <w:t xml:space="preserve"> výzvy k podání nabídky.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44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3198"/>
        <w:gridCol w:w="2202"/>
        <w:gridCol w:w="3043"/>
      </w:tblGrid>
      <w:tr w:rsidR="00A70627" w14:paraId="38D85DF3" w14:textId="77777777" w:rsidTr="00A70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678842BD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ACC8A9D" w:rsidR="00A70627" w:rsidRDefault="00A70627" w:rsidP="00A7062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202" w:type="dxa"/>
            <w:tcBorders>
              <w:bottom w:val="single" w:sz="2" w:space="0" w:color="auto"/>
            </w:tcBorders>
          </w:tcPr>
          <w:p w14:paraId="725CEF29" w14:textId="3D7C2C9F" w:rsidR="00A70627" w:rsidRDefault="00A7062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Počet pronajatých platebních terminálů </w:t>
            </w:r>
          </w:p>
          <w:p w14:paraId="724FDA6C" w14:textId="54E7E6F2" w:rsidR="00A70627" w:rsidRDefault="00A70627" w:rsidP="009262C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3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A70627" w14:paraId="1CB34536" w14:textId="77777777" w:rsidTr="001A22DD">
        <w:trPr>
          <w:trHeight w:val="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348CD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CB0B9" w14:textId="77777777" w:rsidR="00A70627" w:rsidRDefault="00A706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F3AE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70627" w14:paraId="1ABEEF99" w14:textId="77777777" w:rsidTr="001A22DD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A1B7A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CD5E3" w14:textId="77777777" w:rsidR="00A70627" w:rsidRDefault="00A706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9ADD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70627" w14:paraId="2DCD577F" w14:textId="77777777" w:rsidTr="001A22DD">
        <w:trPr>
          <w:trHeight w:val="7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A70627" w:rsidRDefault="00A706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70627" w14:paraId="5B4D4346" w14:textId="77777777" w:rsidTr="001A22DD">
        <w:trPr>
          <w:trHeight w:val="7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E09CCC2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00F6A3" w14:textId="77777777" w:rsidR="00A70627" w:rsidRDefault="00A706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027B9E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70627" w14:paraId="08330B49" w14:textId="77777777" w:rsidTr="001A22DD">
        <w:trPr>
          <w:trHeight w:val="7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131648D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EB35D0" w14:textId="77777777" w:rsidR="00A70627" w:rsidRDefault="00A706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7C3612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70627" w14:paraId="34977EE0" w14:textId="77777777" w:rsidTr="001A22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77777777" w:rsidR="00A70627" w:rsidRDefault="00A7062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77777777" w:rsidR="00A70627" w:rsidRDefault="00A706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sectPr w:rsid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4D06F" w14:textId="77777777" w:rsidR="009D7A11" w:rsidRDefault="009D7A11" w:rsidP="00962258">
      <w:pPr>
        <w:spacing w:after="0" w:line="240" w:lineRule="auto"/>
      </w:pPr>
      <w:r>
        <w:separator/>
      </w:r>
    </w:p>
  </w:endnote>
  <w:endnote w:type="continuationSeparator" w:id="0">
    <w:p w14:paraId="18673E09" w14:textId="77777777" w:rsidR="009D7A11" w:rsidRDefault="009D7A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70627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A70627" w:rsidRPr="00B8518B" w:rsidRDefault="00A70627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63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63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A70627" w:rsidRDefault="00A70627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A70627" w:rsidRDefault="00A70627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A70627" w:rsidRDefault="00A70627" w:rsidP="00D831A3">
          <w:pPr>
            <w:pStyle w:val="Zpat"/>
          </w:pPr>
        </w:p>
      </w:tc>
    </w:tr>
  </w:tbl>
  <w:p w14:paraId="1E3097F2" w14:textId="77777777" w:rsidR="00A70627" w:rsidRPr="00B8518B" w:rsidRDefault="00A7062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70627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A70627" w:rsidRPr="00B8518B" w:rsidRDefault="00A70627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63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63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A70627" w:rsidRDefault="00A70627" w:rsidP="00460660">
          <w:pPr>
            <w:pStyle w:val="Zpat"/>
          </w:pPr>
          <w:r>
            <w:t>Správa železnic, státní organizace</w:t>
          </w:r>
        </w:p>
        <w:p w14:paraId="33E9DE50" w14:textId="77777777" w:rsidR="00A70627" w:rsidRDefault="00A7062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A70627" w:rsidRDefault="00A70627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A70627" w:rsidRDefault="00A70627" w:rsidP="00460660">
          <w:pPr>
            <w:pStyle w:val="Zpat"/>
          </w:pPr>
          <w:r>
            <w:t>IČO: 709 94 234 DIČ: CZ 709 94 234</w:t>
          </w:r>
        </w:p>
        <w:p w14:paraId="5FB2C527" w14:textId="77777777" w:rsidR="00A70627" w:rsidRDefault="00A7062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A70627" w:rsidRDefault="00A70627" w:rsidP="00460660">
          <w:pPr>
            <w:pStyle w:val="Zpat"/>
          </w:pPr>
        </w:p>
      </w:tc>
    </w:tr>
  </w:tbl>
  <w:p w14:paraId="42F491F0" w14:textId="77777777" w:rsidR="00A70627" w:rsidRPr="00B8518B" w:rsidRDefault="00A7062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A70627" w:rsidRPr="00460660" w:rsidRDefault="00A7062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CB9B0" w14:textId="77777777" w:rsidR="009D7A11" w:rsidRDefault="009D7A11" w:rsidP="00962258">
      <w:pPr>
        <w:spacing w:after="0" w:line="240" w:lineRule="auto"/>
      </w:pPr>
      <w:r>
        <w:separator/>
      </w:r>
    </w:p>
  </w:footnote>
  <w:footnote w:type="continuationSeparator" w:id="0">
    <w:p w14:paraId="004E4B1D" w14:textId="77777777" w:rsidR="009D7A11" w:rsidRDefault="009D7A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70627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A70627" w:rsidRPr="00B8518B" w:rsidRDefault="00A7062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A70627" w:rsidRDefault="00A7062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A70627" w:rsidRPr="00D6163D" w:rsidRDefault="00A70627" w:rsidP="00D6163D">
          <w:pPr>
            <w:pStyle w:val="Druhdokumentu"/>
          </w:pPr>
        </w:p>
      </w:tc>
    </w:tr>
  </w:tbl>
  <w:p w14:paraId="4E88F22E" w14:textId="77777777" w:rsidR="00A70627" w:rsidRPr="00D6163D" w:rsidRDefault="00A7062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70627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A70627" w:rsidRPr="00B8518B" w:rsidRDefault="00A7062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A70627" w:rsidRDefault="00A7062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A70627" w:rsidRPr="00D6163D" w:rsidRDefault="00A70627" w:rsidP="00FC6389">
          <w:pPr>
            <w:pStyle w:val="Druhdokumentu"/>
          </w:pPr>
        </w:p>
      </w:tc>
    </w:tr>
    <w:tr w:rsidR="00A70627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A70627" w:rsidRPr="00B8518B" w:rsidRDefault="00A7062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A70627" w:rsidRDefault="00A7062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A70627" w:rsidRPr="00D6163D" w:rsidRDefault="00A70627" w:rsidP="00FC6389">
          <w:pPr>
            <w:pStyle w:val="Druhdokumentu"/>
          </w:pPr>
        </w:p>
      </w:tc>
    </w:tr>
  </w:tbl>
  <w:p w14:paraId="256161A2" w14:textId="77777777" w:rsidR="00A70627" w:rsidRPr="00D6163D" w:rsidRDefault="00A70627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A70627" w:rsidRPr="00460660" w:rsidRDefault="00A7062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1A22DD"/>
    <w:rsid w:val="00207DF5"/>
    <w:rsid w:val="00280E07"/>
    <w:rsid w:val="00286358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397D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62C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A11"/>
    <w:rsid w:val="009E07F4"/>
    <w:rsid w:val="009F392E"/>
    <w:rsid w:val="00A6177B"/>
    <w:rsid w:val="00A66136"/>
    <w:rsid w:val="00A70627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6EB30E-A13D-439C-9D8E-6037FE38C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19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2020-06-04T12:30:00Z</dcterms:created>
  <dcterms:modified xsi:type="dcterms:W3CDTF">2020-06-08T13:05:00Z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